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DD7" w:rsidRPr="00CC58E3" w:rsidRDefault="00C73DD7" w:rsidP="00C73DD7">
      <w:pPr>
        <w:pStyle w:val="CourseName"/>
      </w:pPr>
      <w:r>
        <w:t>AOHS Health Careers Exploration</w:t>
      </w:r>
    </w:p>
    <w:p w:rsidR="00C73DD7" w:rsidRPr="00453A3E" w:rsidRDefault="00C73DD7" w:rsidP="00C73DD7">
      <w:pPr>
        <w:pStyle w:val="LessonNo"/>
      </w:pPr>
      <w:r w:rsidRPr="00453A3E">
        <w:t xml:space="preserve">Lesson </w:t>
      </w:r>
      <w:r w:rsidR="00506C33">
        <w:t>15</w:t>
      </w:r>
    </w:p>
    <w:p w:rsidR="00C73DD7" w:rsidRPr="00453A3E" w:rsidRDefault="00C73DD7" w:rsidP="00C73DD7">
      <w:pPr>
        <w:pStyle w:val="LessonTitle"/>
      </w:pPr>
      <w:r>
        <w:t>Personal Career Planning</w:t>
      </w:r>
    </w:p>
    <w:p w:rsidR="00C73DD7" w:rsidRDefault="00C73DD7" w:rsidP="00C73DD7">
      <w:pPr>
        <w:pStyle w:val="Resources"/>
      </w:pPr>
      <w:r w:rsidRPr="00CC58E3">
        <w:t>Student Resources</w:t>
      </w:r>
    </w:p>
    <w:tbl>
      <w:tblPr>
        <w:tblStyle w:val="LightShading-Accent11"/>
        <w:tblW w:w="4851" w:type="pct"/>
        <w:tblInd w:w="144" w:type="dxa"/>
        <w:tblLook w:val="0420" w:firstRow="1" w:lastRow="0" w:firstColumn="0" w:lastColumn="0" w:noHBand="0" w:noVBand="1"/>
      </w:tblPr>
      <w:tblGrid>
        <w:gridCol w:w="2377"/>
        <w:gridCol w:w="6983"/>
      </w:tblGrid>
      <w:tr w:rsidR="00C73DD7" w:rsidRPr="00433E08">
        <w:trPr>
          <w:cnfStyle w:val="100000000000" w:firstRow="1" w:lastRow="0" w:firstColumn="0" w:lastColumn="0" w:oddVBand="0" w:evenVBand="0" w:oddHBand="0" w:evenHBand="0" w:firstRowFirstColumn="0" w:firstRowLastColumn="0" w:lastRowFirstColumn="0" w:lastRowLastColumn="0"/>
        </w:trPr>
        <w:tc>
          <w:tcPr>
            <w:tcW w:w="1270" w:type="pct"/>
          </w:tcPr>
          <w:p w:rsidR="00C73DD7" w:rsidRPr="005D4593" w:rsidRDefault="00C73DD7" w:rsidP="008630F3">
            <w:pPr>
              <w:pStyle w:val="TableHeadings"/>
            </w:pPr>
            <w:r>
              <w:t>Resource</w:t>
            </w:r>
          </w:p>
        </w:tc>
        <w:tc>
          <w:tcPr>
            <w:tcW w:w="3730" w:type="pct"/>
          </w:tcPr>
          <w:p w:rsidR="00C73DD7" w:rsidRPr="005D4593" w:rsidRDefault="00C73DD7" w:rsidP="008630F3">
            <w:pPr>
              <w:pStyle w:val="TableHeadings"/>
            </w:pPr>
            <w:r>
              <w:t>Description</w:t>
            </w:r>
            <w:bookmarkStart w:id="0" w:name="_GoBack"/>
            <w:bookmarkEnd w:id="0"/>
          </w:p>
        </w:tc>
      </w:tr>
      <w:tr w:rsidR="00C73DD7" w:rsidRPr="00433E08">
        <w:trPr>
          <w:cnfStyle w:val="000000100000" w:firstRow="0" w:lastRow="0" w:firstColumn="0" w:lastColumn="0" w:oddVBand="0" w:evenVBand="0" w:oddHBand="1" w:evenHBand="0" w:firstRowFirstColumn="0" w:firstRowLastColumn="0" w:lastRowFirstColumn="0" w:lastRowLastColumn="0"/>
        </w:trPr>
        <w:tc>
          <w:tcPr>
            <w:tcW w:w="1270" w:type="pct"/>
          </w:tcPr>
          <w:p w:rsidR="00C73DD7" w:rsidRPr="00CC58E3" w:rsidRDefault="00C73DD7" w:rsidP="00F275C5">
            <w:pPr>
              <w:pStyle w:val="TableText"/>
            </w:pPr>
            <w:r w:rsidRPr="00CC58E3">
              <w:t xml:space="preserve">Student Resource </w:t>
            </w:r>
            <w:r w:rsidR="00506C33">
              <w:t>15</w:t>
            </w:r>
            <w:r>
              <w:t>.1</w:t>
            </w:r>
          </w:p>
        </w:tc>
        <w:tc>
          <w:tcPr>
            <w:tcW w:w="3730" w:type="pct"/>
          </w:tcPr>
          <w:p w:rsidR="00C73DD7" w:rsidRPr="005D4593" w:rsidRDefault="002D61A4" w:rsidP="008630F3">
            <w:pPr>
              <w:pStyle w:val="TableText"/>
            </w:pPr>
            <w:r>
              <w:t>Timeline: Personal Career Goals</w:t>
            </w:r>
          </w:p>
        </w:tc>
      </w:tr>
      <w:tr w:rsidR="00C73DD7" w:rsidRPr="005D4593">
        <w:trPr>
          <w:cnfStyle w:val="000000010000" w:firstRow="0" w:lastRow="0" w:firstColumn="0" w:lastColumn="0" w:oddVBand="0" w:evenVBand="0" w:oddHBand="0" w:evenHBand="1" w:firstRowFirstColumn="0" w:firstRowLastColumn="0" w:lastRowFirstColumn="0" w:lastRowLastColumn="0"/>
        </w:trPr>
        <w:tc>
          <w:tcPr>
            <w:tcW w:w="1270" w:type="pct"/>
          </w:tcPr>
          <w:p w:rsidR="00C73DD7" w:rsidRPr="00CC58E3" w:rsidRDefault="00C73DD7" w:rsidP="00F275C5">
            <w:pPr>
              <w:pStyle w:val="TableText"/>
            </w:pPr>
            <w:r w:rsidRPr="00CC58E3">
              <w:t xml:space="preserve">Student Resource </w:t>
            </w:r>
            <w:r w:rsidR="00506C33">
              <w:t>15</w:t>
            </w:r>
            <w:r>
              <w:t>.2</w:t>
            </w:r>
          </w:p>
        </w:tc>
        <w:tc>
          <w:tcPr>
            <w:tcW w:w="3730" w:type="pct"/>
          </w:tcPr>
          <w:p w:rsidR="00C73DD7" w:rsidRPr="005D4593" w:rsidRDefault="00C73DD7" w:rsidP="008630F3">
            <w:pPr>
              <w:pStyle w:val="TableText"/>
            </w:pPr>
            <w:r>
              <w:t>Example: Personal Career Timeline</w:t>
            </w:r>
          </w:p>
        </w:tc>
      </w:tr>
    </w:tbl>
    <w:p w:rsidR="00C73DD7" w:rsidRPr="005D4593" w:rsidRDefault="00C73DD7" w:rsidP="00C73DD7"/>
    <w:p w:rsidR="00C73DD7" w:rsidRPr="00CC58E3" w:rsidRDefault="00C73DD7" w:rsidP="00C73DD7">
      <w:pPr>
        <w:pStyle w:val="BodyText"/>
      </w:pPr>
    </w:p>
    <w:p w:rsidR="00C73DD7" w:rsidRDefault="00C73DD7" w:rsidP="00C73DD7">
      <w:pPr>
        <w:pStyle w:val="ResourceNo"/>
      </w:pPr>
      <w:r>
        <w:lastRenderedPageBreak/>
        <w:t xml:space="preserve">Student Resource </w:t>
      </w:r>
      <w:r w:rsidR="00506C33">
        <w:t>15</w:t>
      </w:r>
      <w:r>
        <w:t>.1</w:t>
      </w:r>
    </w:p>
    <w:p w:rsidR="00C73DD7" w:rsidRDefault="002D61A4" w:rsidP="00C73DD7">
      <w:pPr>
        <w:pStyle w:val="ResourceTitle"/>
      </w:pPr>
      <w:r>
        <w:t>Timeline: Personal Career Goals</w:t>
      </w:r>
    </w:p>
    <w:p w:rsidR="00C73DD7" w:rsidRDefault="00C73DD7" w:rsidP="00C73DD7">
      <w:pPr>
        <w:pStyle w:val="Instructions"/>
        <w:rPr>
          <w:u w:val="single"/>
        </w:rPr>
      </w:pPr>
      <w:r>
        <w:t>Student Name:</w:t>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rsidR="00C73DD7" w:rsidRDefault="00C73DD7" w:rsidP="00C73DD7">
      <w:pPr>
        <w:pStyle w:val="Instructions"/>
      </w:pPr>
      <w:r>
        <w:t xml:space="preserve">Directions: Use this </w:t>
      </w:r>
      <w:r w:rsidR="002D61A4">
        <w:t>resource</w:t>
      </w:r>
      <w:r>
        <w:t xml:space="preserve"> to help you think about the steps you need to take to achieve your career goals. Once you have identified the steps, use a blank sheet of paper to create a timeline that illustrates your 10-year plan.</w:t>
      </w:r>
      <w:r w:rsidR="004528C8">
        <w:t xml:space="preserve"> </w:t>
      </w:r>
      <w:r w:rsidR="003B7C6D">
        <w:t>Before you begin, read through all of the instructions on this worksheet, and read the assessment criteria at the end of the worksheet to make sure you understand how your work will be assessed.</w:t>
      </w:r>
    </w:p>
    <w:p w:rsidR="00C73DD7" w:rsidRDefault="00C73DD7" w:rsidP="00C73DD7">
      <w:pPr>
        <w:pStyle w:val="H1"/>
      </w:pPr>
      <w:r>
        <w:t>Your Goal</w:t>
      </w:r>
    </w:p>
    <w:p w:rsidR="00C73DD7" w:rsidRDefault="00C73DD7" w:rsidP="00C73DD7">
      <w:pPr>
        <w:pStyle w:val="BodyText"/>
      </w:pPr>
    </w:p>
    <w:p w:rsidR="00C73DD7" w:rsidRDefault="00C73DD7" w:rsidP="00C73DD7">
      <w:pPr>
        <w:pStyle w:val="BodyText"/>
      </w:pPr>
      <w:r>
        <w:t>My career goal is:</w:t>
      </w:r>
    </w:p>
    <w:p w:rsidR="00C73DD7" w:rsidRDefault="00C73DD7" w:rsidP="00C73DD7">
      <w:pPr>
        <w:pStyle w:val="BodyText"/>
      </w:pPr>
    </w:p>
    <w:p w:rsidR="00C73DD7" w:rsidRDefault="00C73DD7" w:rsidP="00C73DD7">
      <w:pPr>
        <w:pStyle w:val="H1"/>
      </w:pPr>
      <w:r>
        <w:t>High School</w:t>
      </w:r>
    </w:p>
    <w:p w:rsidR="00C73DD7" w:rsidRDefault="00C73DD7" w:rsidP="00C73DD7">
      <w:pPr>
        <w:pStyle w:val="BodyText"/>
      </w:pPr>
      <w:r>
        <w:t>What courses can you take in high school to help prepare you for your career goal?</w:t>
      </w:r>
    </w:p>
    <w:p w:rsidR="00C73DD7" w:rsidRDefault="00C73DD7" w:rsidP="00C73DD7">
      <w:pPr>
        <w:pStyle w:val="BodyText"/>
      </w:pPr>
    </w:p>
    <w:p w:rsidR="00C73DD7" w:rsidRDefault="00C73DD7" w:rsidP="00C73DD7">
      <w:pPr>
        <w:pStyle w:val="BodyText"/>
      </w:pPr>
    </w:p>
    <w:p w:rsidR="00C73DD7" w:rsidRDefault="00C73DD7" w:rsidP="00C73DD7">
      <w:pPr>
        <w:pStyle w:val="BodyText"/>
      </w:pPr>
      <w:r>
        <w:t>What GPA do you need to earn?</w:t>
      </w:r>
    </w:p>
    <w:p w:rsidR="00C73DD7" w:rsidRDefault="00C73DD7" w:rsidP="00C73DD7">
      <w:pPr>
        <w:pStyle w:val="BodyText"/>
      </w:pPr>
    </w:p>
    <w:p w:rsidR="00C73DD7" w:rsidRDefault="00C73DD7" w:rsidP="00C73DD7">
      <w:pPr>
        <w:pStyle w:val="BodyText"/>
      </w:pPr>
    </w:p>
    <w:p w:rsidR="00C73DD7" w:rsidRDefault="00C73DD7" w:rsidP="00C73DD7">
      <w:pPr>
        <w:pStyle w:val="BodyText"/>
      </w:pPr>
      <w:r>
        <w:t>What would be an ideal internship to help you achieve your career goal?</w:t>
      </w:r>
    </w:p>
    <w:p w:rsidR="00C73DD7" w:rsidRDefault="00C73DD7" w:rsidP="00C73DD7">
      <w:pPr>
        <w:pStyle w:val="BodyText"/>
      </w:pPr>
    </w:p>
    <w:p w:rsidR="00C73DD7" w:rsidRDefault="00C73DD7" w:rsidP="00C73DD7">
      <w:pPr>
        <w:pStyle w:val="BodyText"/>
      </w:pPr>
    </w:p>
    <w:p w:rsidR="00C73DD7" w:rsidRDefault="00C73DD7" w:rsidP="00C73DD7">
      <w:pPr>
        <w:pStyle w:val="BodyText"/>
      </w:pPr>
      <w:r>
        <w:t>What kind of work or volunteer experience can you get (while still in high school) to help you achieve your career goal? (Don't forget to include experience that would help you get into the college of your choice or help you get a college scholarship.)</w:t>
      </w:r>
    </w:p>
    <w:p w:rsidR="00C73DD7" w:rsidRDefault="00C73DD7" w:rsidP="00C73DD7">
      <w:pPr>
        <w:pStyle w:val="BodyText"/>
      </w:pPr>
    </w:p>
    <w:p w:rsidR="00C73DD7" w:rsidRDefault="00C73DD7" w:rsidP="00C73DD7">
      <w:pPr>
        <w:pStyle w:val="BodyText"/>
      </w:pPr>
    </w:p>
    <w:p w:rsidR="00C73DD7" w:rsidRDefault="00C73DD7" w:rsidP="00C73DD7">
      <w:pPr>
        <w:pStyle w:val="BodyText"/>
      </w:pPr>
      <w:r>
        <w:t>What else can you do to prepare yourself for this career (extracurricular activities, etc.)? (Don't forget to include activities that would help you get into the college of your choice or help you get a college scholarship.)</w:t>
      </w:r>
    </w:p>
    <w:p w:rsidR="00C73DD7" w:rsidRDefault="00C73DD7" w:rsidP="00C73DD7">
      <w:pPr>
        <w:pStyle w:val="BodyText"/>
      </w:pPr>
    </w:p>
    <w:p w:rsidR="00C73DD7" w:rsidRDefault="00C73DD7" w:rsidP="00C73DD7">
      <w:pPr>
        <w:pStyle w:val="BodyText"/>
      </w:pPr>
    </w:p>
    <w:p w:rsidR="00C73DD7" w:rsidRDefault="00C73DD7" w:rsidP="00C73DD7">
      <w:pPr>
        <w:pStyle w:val="BodyText"/>
      </w:pPr>
    </w:p>
    <w:p w:rsidR="00C73DD7" w:rsidRDefault="00C73DD7" w:rsidP="00C73DD7">
      <w:pPr>
        <w:spacing w:after="0" w:line="240" w:lineRule="auto"/>
        <w:rPr>
          <w:rFonts w:cs="AvenirLT-Heavy"/>
          <w:b/>
          <w:color w:val="27448B"/>
          <w:sz w:val="32"/>
          <w:szCs w:val="32"/>
        </w:rPr>
      </w:pPr>
      <w:r>
        <w:br w:type="page"/>
      </w:r>
    </w:p>
    <w:p w:rsidR="00C73DD7" w:rsidRDefault="00C73DD7" w:rsidP="00C73DD7">
      <w:pPr>
        <w:pStyle w:val="H1"/>
      </w:pPr>
      <w:r>
        <w:t>After High School</w:t>
      </w:r>
    </w:p>
    <w:p w:rsidR="00C73DD7" w:rsidRDefault="00C73DD7" w:rsidP="00C73DD7">
      <w:pPr>
        <w:pStyle w:val="BodyText"/>
      </w:pPr>
      <w:r>
        <w:t>What type of education or training do you need to get after high school? How many years? What type of school? What degrees do you need to earn?</w:t>
      </w:r>
    </w:p>
    <w:p w:rsidR="00C73DD7" w:rsidRDefault="00C73DD7" w:rsidP="00C73DD7">
      <w:pPr>
        <w:pStyle w:val="BodyText"/>
      </w:pPr>
    </w:p>
    <w:p w:rsidR="00C73DD7" w:rsidRDefault="00C73DD7" w:rsidP="00C73DD7">
      <w:pPr>
        <w:pStyle w:val="BodyText"/>
      </w:pPr>
    </w:p>
    <w:p w:rsidR="00C73DD7" w:rsidRDefault="00C73DD7" w:rsidP="00C73DD7">
      <w:pPr>
        <w:pStyle w:val="BodyText"/>
      </w:pPr>
      <w:r>
        <w:t>What are the admissions requirements for the school or training program?</w:t>
      </w:r>
    </w:p>
    <w:p w:rsidR="00C73DD7" w:rsidRDefault="00C73DD7" w:rsidP="00C73DD7">
      <w:pPr>
        <w:pStyle w:val="BodyText"/>
      </w:pPr>
    </w:p>
    <w:p w:rsidR="00C73DD7" w:rsidRDefault="00C73DD7" w:rsidP="00C73DD7">
      <w:pPr>
        <w:pStyle w:val="BodyText"/>
      </w:pPr>
    </w:p>
    <w:p w:rsidR="00C73DD7" w:rsidRDefault="00C73DD7" w:rsidP="00C73DD7">
      <w:pPr>
        <w:pStyle w:val="BodyText"/>
      </w:pPr>
      <w:r>
        <w:t>What schools are good choices? Why are those good choices?</w:t>
      </w:r>
    </w:p>
    <w:p w:rsidR="00C73DD7" w:rsidRDefault="00C73DD7" w:rsidP="00C73DD7">
      <w:pPr>
        <w:pStyle w:val="BodyText"/>
      </w:pPr>
    </w:p>
    <w:p w:rsidR="00C73DD7" w:rsidRDefault="00C73DD7" w:rsidP="00C73DD7">
      <w:pPr>
        <w:pStyle w:val="BodyText"/>
      </w:pPr>
      <w:r>
        <w:t>How much is the education/training going to cost? What types of scholarships could you apply for? What could you do in high school to increase your chances of being awarded a scholarship?</w:t>
      </w:r>
    </w:p>
    <w:p w:rsidR="00C73DD7" w:rsidRDefault="00C73DD7" w:rsidP="00C73DD7">
      <w:pPr>
        <w:pStyle w:val="BodyText"/>
      </w:pPr>
    </w:p>
    <w:p w:rsidR="00C73DD7" w:rsidRDefault="00C73DD7" w:rsidP="00C73DD7">
      <w:pPr>
        <w:pStyle w:val="BodyText"/>
      </w:pPr>
    </w:p>
    <w:p w:rsidR="00C73DD7" w:rsidRDefault="00C73DD7" w:rsidP="00C73DD7">
      <w:pPr>
        <w:pStyle w:val="BodyText"/>
      </w:pPr>
      <w:r>
        <w:t>What kind of work or volunteer experience could you do while you are in college or other postsecondary training programs to help you achieve your career goal? Is there any other type of work you plan to do during college to help pay for your education?</w:t>
      </w:r>
    </w:p>
    <w:p w:rsidR="00C73DD7" w:rsidRDefault="00C73DD7" w:rsidP="00C73DD7">
      <w:pPr>
        <w:pStyle w:val="BodyText"/>
      </w:pPr>
    </w:p>
    <w:p w:rsidR="00C73DD7" w:rsidRDefault="00C73DD7" w:rsidP="00C73DD7">
      <w:pPr>
        <w:pStyle w:val="BodyText"/>
      </w:pPr>
    </w:p>
    <w:p w:rsidR="00C73DD7" w:rsidRDefault="00C73DD7" w:rsidP="00C73DD7">
      <w:pPr>
        <w:pStyle w:val="H1"/>
      </w:pPr>
      <w:r>
        <w:t>After College and Other Post</w:t>
      </w:r>
      <w:r w:rsidR="008630F3">
        <w:t>s</w:t>
      </w:r>
      <w:r>
        <w:t>econdary Training:</w:t>
      </w:r>
    </w:p>
    <w:p w:rsidR="00C73DD7" w:rsidRDefault="00C73DD7" w:rsidP="00C73DD7">
      <w:pPr>
        <w:pStyle w:val="BodyText"/>
      </w:pPr>
      <w:r>
        <w:t>What kinds of certification or licensing do you need before you can start working at your chosen career?</w:t>
      </w:r>
    </w:p>
    <w:p w:rsidR="00C73DD7" w:rsidRDefault="00C73DD7" w:rsidP="00C73DD7">
      <w:pPr>
        <w:pStyle w:val="BodyText"/>
      </w:pPr>
    </w:p>
    <w:p w:rsidR="00C73DD7" w:rsidRDefault="00C73DD7" w:rsidP="00C73DD7">
      <w:pPr>
        <w:pStyle w:val="BodyText"/>
      </w:pPr>
    </w:p>
    <w:p w:rsidR="00C73DD7" w:rsidRDefault="00C73DD7" w:rsidP="00C73DD7">
      <w:pPr>
        <w:pStyle w:val="BodyText"/>
      </w:pPr>
      <w:r>
        <w:t>Do you need to pass any exams to be certified/licensed? If so, what are they and how do you prepare for them?</w:t>
      </w:r>
    </w:p>
    <w:p w:rsidR="00C73DD7" w:rsidRDefault="00C73DD7" w:rsidP="00C73DD7">
      <w:pPr>
        <w:pStyle w:val="BodyText"/>
      </w:pPr>
    </w:p>
    <w:p w:rsidR="00C73DD7" w:rsidRDefault="00C73DD7" w:rsidP="00C73DD7">
      <w:pPr>
        <w:pStyle w:val="BodyText"/>
      </w:pPr>
    </w:p>
    <w:p w:rsidR="00C73DD7" w:rsidRDefault="00C73DD7" w:rsidP="00C73DD7">
      <w:pPr>
        <w:pStyle w:val="H1"/>
      </w:pPr>
      <w:r>
        <w:t>Starting to Work</w:t>
      </w:r>
    </w:p>
    <w:p w:rsidR="00C73DD7" w:rsidRDefault="00C73DD7" w:rsidP="00C73DD7">
      <w:pPr>
        <w:pStyle w:val="BodyText"/>
      </w:pPr>
      <w:r>
        <w:t>What year can you expect to start working?</w:t>
      </w:r>
    </w:p>
    <w:p w:rsidR="00C73DD7" w:rsidRDefault="00C73DD7" w:rsidP="00C73DD7">
      <w:pPr>
        <w:pStyle w:val="BodyText"/>
      </w:pPr>
    </w:p>
    <w:p w:rsidR="00C73DD7" w:rsidRDefault="00C73DD7" w:rsidP="00C73DD7">
      <w:pPr>
        <w:pStyle w:val="BodyText"/>
      </w:pPr>
    </w:p>
    <w:p w:rsidR="00C73DD7" w:rsidRDefault="00C73DD7" w:rsidP="00C73DD7">
      <w:pPr>
        <w:pStyle w:val="BodyText"/>
      </w:pPr>
      <w:r>
        <w:t>What entry</w:t>
      </w:r>
      <w:r w:rsidR="008630F3">
        <w:t>-</w:t>
      </w:r>
      <w:r>
        <w:t>level salary can you expect?</w:t>
      </w:r>
    </w:p>
    <w:p w:rsidR="004528C8" w:rsidRDefault="004528C8" w:rsidP="00C73DD7">
      <w:pPr>
        <w:pStyle w:val="BodyText"/>
      </w:pPr>
    </w:p>
    <w:p w:rsidR="00C73DD7" w:rsidRDefault="00C73DD7" w:rsidP="00C73DD7">
      <w:pPr>
        <w:pStyle w:val="BodyText"/>
      </w:pPr>
      <w:r>
        <w:t>What is the average salary for people working in this career?</w:t>
      </w:r>
    </w:p>
    <w:p w:rsidR="004528C8" w:rsidRDefault="004528C8" w:rsidP="00C73DD7">
      <w:pPr>
        <w:pStyle w:val="BodyText"/>
      </w:pPr>
    </w:p>
    <w:p w:rsidR="003B7C6D" w:rsidRPr="009645DE" w:rsidRDefault="00ED51EF" w:rsidP="003B7C6D">
      <w:pPr>
        <w:pStyle w:val="H3"/>
        <w:rPr>
          <w:rFonts w:cs="Courier New"/>
        </w:rPr>
      </w:pPr>
      <w:r>
        <w:t>M</w:t>
      </w:r>
      <w:r w:rsidR="003B7C6D">
        <w:t xml:space="preserve">ake sure </w:t>
      </w:r>
      <w:r>
        <w:t xml:space="preserve">your assignment </w:t>
      </w:r>
      <w:r w:rsidR="003B7C6D">
        <w:t>meets or exceeds the following assessment criteria:</w:t>
      </w:r>
    </w:p>
    <w:p w:rsidR="003B7C6D" w:rsidRDefault="003B7C6D" w:rsidP="003B7C6D">
      <w:pPr>
        <w:pStyle w:val="BL"/>
      </w:pPr>
      <w:r>
        <w:t>The timeline clearly identifies multiple steps for each of the four phases (high school, after high school, after college/postsecondary training, starting to work).</w:t>
      </w:r>
    </w:p>
    <w:p w:rsidR="003B7C6D" w:rsidRDefault="003B7C6D" w:rsidP="003B7C6D">
      <w:pPr>
        <w:pStyle w:val="BL"/>
      </w:pPr>
      <w:r>
        <w:t xml:space="preserve">The timeline provides accurate financial information, including anticipated costs of training and estimated salary once working. </w:t>
      </w:r>
    </w:p>
    <w:p w:rsidR="003B7C6D" w:rsidRDefault="003B7C6D" w:rsidP="003B7C6D">
      <w:pPr>
        <w:pStyle w:val="BL"/>
      </w:pPr>
      <w:r>
        <w:t>The timeline provides a realistic path to achieve the stated career goal, including explanations of specific choices.</w:t>
      </w:r>
    </w:p>
    <w:p w:rsidR="003B7C6D" w:rsidRDefault="003B7C6D" w:rsidP="003B7C6D">
      <w:pPr>
        <w:pStyle w:val="BL"/>
      </w:pPr>
      <w:r>
        <w:t>The timeline is attractively designed and easy to read.</w:t>
      </w:r>
    </w:p>
    <w:p w:rsidR="003B7C6D" w:rsidRDefault="003B7C6D" w:rsidP="003B7C6D">
      <w:pPr>
        <w:pStyle w:val="BL"/>
      </w:pPr>
      <w:r w:rsidRPr="00C227BE">
        <w:t>T</w:t>
      </w:r>
      <w:r w:rsidRPr="00C227BE">
        <w:rPr>
          <w:rFonts w:cs="Arial"/>
        </w:rPr>
        <w:t xml:space="preserve">he </w:t>
      </w:r>
      <w:r>
        <w:rPr>
          <w:rFonts w:cs="Arial"/>
        </w:rPr>
        <w:t>timeline</w:t>
      </w:r>
      <w:r w:rsidRPr="00C227BE">
        <w:rPr>
          <w:rFonts w:cs="Arial"/>
        </w:rPr>
        <w:t xml:space="preserve"> is neat and uses proper spelling and grammar</w:t>
      </w:r>
      <w:r>
        <w:t>.</w:t>
      </w:r>
    </w:p>
    <w:p w:rsidR="00857C63" w:rsidRDefault="00857C63">
      <w:pPr>
        <w:spacing w:after="0" w:line="240" w:lineRule="auto"/>
      </w:pPr>
      <w:r>
        <w:br w:type="page"/>
      </w:r>
    </w:p>
    <w:p w:rsidR="007E6C18" w:rsidRDefault="00612E41" w:rsidP="002D2A0E">
      <w:pPr>
        <w:pStyle w:val="ResourceNo"/>
      </w:pPr>
      <w:r>
        <w:t xml:space="preserve">Student Resource </w:t>
      </w:r>
      <w:r w:rsidR="00506C33">
        <w:t>15</w:t>
      </w:r>
      <w:r>
        <w:t>.2</w:t>
      </w:r>
    </w:p>
    <w:p w:rsidR="007956E4" w:rsidRPr="007E6C18" w:rsidRDefault="007E6C18" w:rsidP="008417C9">
      <w:pPr>
        <w:pStyle w:val="ResourceTitle"/>
      </w:pPr>
      <w:r>
        <w:t>Example: Personal Career Timeline</w:t>
      </w:r>
    </w:p>
    <w:p w:rsidR="00C73DD7" w:rsidRPr="00C73DD7" w:rsidRDefault="00857C63" w:rsidP="00C73DD7">
      <w:pPr>
        <w:pStyle w:val="Instructions"/>
      </w:pPr>
      <w:r w:rsidRPr="00857C63">
        <w:rPr>
          <w:noProof/>
        </w:rPr>
        <w:drawing>
          <wp:inline distT="0" distB="0" distL="0" distR="0" wp14:anchorId="3E63814C" wp14:editId="0A64270A">
            <wp:extent cx="5553075" cy="7110428"/>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553075" cy="7110428"/>
                    </a:xfrm>
                    <a:prstGeom prst="rect">
                      <a:avLst/>
                    </a:prstGeom>
                    <a:noFill/>
                    <a:ln w="9525">
                      <a:noFill/>
                      <a:miter lim="800000"/>
                      <a:headEnd/>
                      <a:tailEnd/>
                    </a:ln>
                  </pic:spPr>
                </pic:pic>
              </a:graphicData>
            </a:graphic>
          </wp:inline>
        </w:drawing>
      </w:r>
    </w:p>
    <w:sectPr w:rsidR="00C73DD7" w:rsidRPr="00C73DD7" w:rsidSect="00391E3C">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76B" w:rsidRDefault="0067276B">
      <w:r>
        <w:separator/>
      </w:r>
    </w:p>
  </w:endnote>
  <w:endnote w:type="continuationSeparator" w:id="0">
    <w:p w:rsidR="0067276B" w:rsidRDefault="0067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0F3" w:rsidRPr="00183F3F" w:rsidRDefault="00323FBC" w:rsidP="003E24A2">
    <w:pPr>
      <w:pStyle w:val="Footer"/>
    </w:pPr>
    <w:r>
      <w:t>Copyright © 2012–</w:t>
    </w:r>
    <w:r w:rsidR="00891D53">
      <w:t xml:space="preserve">2015 </w:t>
    </w:r>
    <w:r w:rsidR="00DF2B9C">
      <w:t>N</w:t>
    </w:r>
    <w:r>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0F3" w:rsidRPr="00183F3F" w:rsidRDefault="00323FBC" w:rsidP="003E24A2">
    <w:pPr>
      <w:pStyle w:val="Footer"/>
    </w:pPr>
    <w:r>
      <w:t>Copyright © 2012–</w:t>
    </w:r>
    <w:r w:rsidR="00891D53">
      <w:t xml:space="preserve">2015 </w:t>
    </w:r>
    <w:r w:rsidR="00DF2B9C">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76B" w:rsidRDefault="0067276B">
      <w:r>
        <w:separator/>
      </w:r>
    </w:p>
  </w:footnote>
  <w:footnote w:type="continuationSeparator" w:id="0">
    <w:p w:rsidR="0067276B" w:rsidRDefault="00672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0F3" w:rsidRPr="00A748DA" w:rsidRDefault="008630F3" w:rsidP="00F56601">
    <w:pPr>
      <w:pStyle w:val="Headers"/>
      <w:rPr>
        <w:b/>
      </w:rPr>
    </w:pPr>
    <w:r>
      <w:rPr>
        <w:b/>
      </w:rPr>
      <w:t>AOHS Health Careers Exploration</w:t>
    </w:r>
  </w:p>
  <w:p w:rsidR="008630F3" w:rsidRPr="00CC58E3" w:rsidRDefault="008630F3" w:rsidP="00F56601">
    <w:pPr>
      <w:pStyle w:val="Headers"/>
      <w:rPr>
        <w:rFonts w:cs="Courier New"/>
        <w:color w:val="000000"/>
        <w:szCs w:val="20"/>
      </w:rPr>
    </w:pPr>
    <w:r w:rsidRPr="00CC58E3">
      <w:rPr>
        <w:b/>
      </w:rPr>
      <w:t xml:space="preserve">Lesson </w:t>
    </w:r>
    <w:r w:rsidR="00506C33">
      <w:rPr>
        <w:b/>
      </w:rPr>
      <w:t>15</w:t>
    </w:r>
    <w:r w:rsidR="00BC204C" w:rsidRPr="00CC58E3">
      <w:rPr>
        <w:b/>
      </w:rPr>
      <w:t xml:space="preserve"> </w:t>
    </w:r>
    <w:r>
      <w:t>Personal Career Planning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02D6775"/>
    <w:multiLevelType w:val="hybridMultilevel"/>
    <w:tmpl w:val="79DA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9D49B3"/>
    <w:multiLevelType w:val="multilevel"/>
    <w:tmpl w:val="1A045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210CF5"/>
    <w:multiLevelType w:val="hybridMultilevel"/>
    <w:tmpl w:val="73EA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75C145C5"/>
    <w:multiLevelType w:val="hybridMultilevel"/>
    <w:tmpl w:val="089A3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6"/>
  </w:num>
  <w:num w:numId="4">
    <w:abstractNumId w:val="24"/>
  </w:num>
  <w:num w:numId="5">
    <w:abstractNumId w:val="17"/>
  </w:num>
  <w:num w:numId="6">
    <w:abstractNumId w:val="9"/>
  </w:num>
  <w:num w:numId="7">
    <w:abstractNumId w:val="17"/>
    <w:lvlOverride w:ilvl="0">
      <w:startOverride w:val="1"/>
    </w:lvlOverride>
  </w:num>
  <w:num w:numId="8">
    <w:abstractNumId w:val="4"/>
  </w:num>
  <w:num w:numId="9">
    <w:abstractNumId w:val="0"/>
  </w:num>
  <w:num w:numId="10">
    <w:abstractNumId w:val="5"/>
  </w:num>
  <w:num w:numId="11">
    <w:abstractNumId w:val="18"/>
  </w:num>
  <w:num w:numId="12">
    <w:abstractNumId w:val="16"/>
  </w:num>
  <w:num w:numId="13">
    <w:abstractNumId w:val="20"/>
  </w:num>
  <w:num w:numId="14">
    <w:abstractNumId w:val="19"/>
  </w:num>
  <w:num w:numId="15">
    <w:abstractNumId w:val="7"/>
  </w:num>
  <w:num w:numId="16">
    <w:abstractNumId w:val="21"/>
  </w:num>
  <w:num w:numId="17">
    <w:abstractNumId w:val="17"/>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7"/>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5"/>
  </w:num>
  <w:num w:numId="20">
    <w:abstractNumId w:val="17"/>
  </w:num>
  <w:num w:numId="21">
    <w:abstractNumId w:val="17"/>
  </w:num>
  <w:num w:numId="22">
    <w:abstractNumId w:val="14"/>
  </w:num>
  <w:num w:numId="23">
    <w:abstractNumId w:val="17"/>
  </w:num>
  <w:num w:numId="24">
    <w:abstractNumId w:val="17"/>
    <w:lvlOverride w:ilvl="0">
      <w:startOverride w:val="1"/>
    </w:lvlOverride>
  </w:num>
  <w:num w:numId="25">
    <w:abstractNumId w:val="17"/>
    <w:lvlOverride w:ilvl="0">
      <w:startOverride w:val="1"/>
    </w:lvlOverride>
  </w:num>
  <w:num w:numId="26">
    <w:abstractNumId w:val="11"/>
  </w:num>
  <w:num w:numId="27">
    <w:abstractNumId w:val="13"/>
  </w:num>
  <w:num w:numId="28">
    <w:abstractNumId w:val="17"/>
    <w:lvlOverride w:ilvl="0">
      <w:startOverride w:val="1"/>
    </w:lvlOverride>
  </w:num>
  <w:num w:numId="29">
    <w:abstractNumId w:val="8"/>
  </w:num>
  <w:num w:numId="30">
    <w:abstractNumId w:val="1"/>
  </w:num>
  <w:num w:numId="31">
    <w:abstractNumId w:val="25"/>
  </w:num>
  <w:num w:numId="32">
    <w:abstractNumId w:val="10"/>
  </w:num>
  <w:num w:numId="33">
    <w:abstractNumId w:val="2"/>
  </w:num>
  <w:num w:numId="34">
    <w:abstractNumId w:val="12"/>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drawingGridHorizontalSpacing w:val="120"/>
  <w:displayHorizontalDrawingGridEvery w:val="2"/>
  <w:characterSpacingControl w:val="doNotCompress"/>
  <w:hdrShapeDefaults>
    <o:shapedefaults v:ext="edit" spidmax="2049">
      <o:colormru v:ext="edit" colors="#cf9,#ff9,black,#f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7552116-CC6B-4C71-BE4B-6CE18A7899EA}"/>
    <w:docVar w:name="dgnword-eventsink" w:val="162900016"/>
  </w:docVars>
  <w:rsids>
    <w:rsidRoot w:val="002D2A0E"/>
    <w:rsid w:val="00001EA3"/>
    <w:rsid w:val="000114C2"/>
    <w:rsid w:val="00022D79"/>
    <w:rsid w:val="0002453A"/>
    <w:rsid w:val="00025812"/>
    <w:rsid w:val="0003071E"/>
    <w:rsid w:val="00034226"/>
    <w:rsid w:val="000375EB"/>
    <w:rsid w:val="00042E92"/>
    <w:rsid w:val="00044985"/>
    <w:rsid w:val="000562BF"/>
    <w:rsid w:val="00060660"/>
    <w:rsid w:val="00065F0D"/>
    <w:rsid w:val="000677BF"/>
    <w:rsid w:val="0007273C"/>
    <w:rsid w:val="00083DE0"/>
    <w:rsid w:val="00087510"/>
    <w:rsid w:val="00092E55"/>
    <w:rsid w:val="000A1621"/>
    <w:rsid w:val="000A188B"/>
    <w:rsid w:val="000B4441"/>
    <w:rsid w:val="000C2CB2"/>
    <w:rsid w:val="000C739C"/>
    <w:rsid w:val="000D0F96"/>
    <w:rsid w:val="000D22EC"/>
    <w:rsid w:val="000D274F"/>
    <w:rsid w:val="000D2A84"/>
    <w:rsid w:val="000D4449"/>
    <w:rsid w:val="000D5573"/>
    <w:rsid w:val="000E4C46"/>
    <w:rsid w:val="000E64BA"/>
    <w:rsid w:val="000F02D1"/>
    <w:rsid w:val="000F2CD7"/>
    <w:rsid w:val="000F6AD6"/>
    <w:rsid w:val="0011170E"/>
    <w:rsid w:val="0011244B"/>
    <w:rsid w:val="00113AB6"/>
    <w:rsid w:val="001329DB"/>
    <w:rsid w:val="001371DA"/>
    <w:rsid w:val="00152C2C"/>
    <w:rsid w:val="00164BC3"/>
    <w:rsid w:val="0017361F"/>
    <w:rsid w:val="00173D26"/>
    <w:rsid w:val="00183F3F"/>
    <w:rsid w:val="001865AA"/>
    <w:rsid w:val="00195561"/>
    <w:rsid w:val="001A22B1"/>
    <w:rsid w:val="001B499F"/>
    <w:rsid w:val="001B6632"/>
    <w:rsid w:val="001C0A9A"/>
    <w:rsid w:val="001C3A28"/>
    <w:rsid w:val="001D1331"/>
    <w:rsid w:val="001D1FDD"/>
    <w:rsid w:val="001D3904"/>
    <w:rsid w:val="001D43DA"/>
    <w:rsid w:val="001D4F97"/>
    <w:rsid w:val="001D5FF6"/>
    <w:rsid w:val="001F2140"/>
    <w:rsid w:val="00202984"/>
    <w:rsid w:val="00207E00"/>
    <w:rsid w:val="002139A4"/>
    <w:rsid w:val="00221D1D"/>
    <w:rsid w:val="00240BDD"/>
    <w:rsid w:val="00240EFD"/>
    <w:rsid w:val="00246723"/>
    <w:rsid w:val="00247CB9"/>
    <w:rsid w:val="002561E3"/>
    <w:rsid w:val="00257383"/>
    <w:rsid w:val="00287A5D"/>
    <w:rsid w:val="00287A79"/>
    <w:rsid w:val="002A17EF"/>
    <w:rsid w:val="002B4606"/>
    <w:rsid w:val="002C5513"/>
    <w:rsid w:val="002D23CA"/>
    <w:rsid w:val="002D2A0E"/>
    <w:rsid w:val="002D33BA"/>
    <w:rsid w:val="002D3C04"/>
    <w:rsid w:val="002D61A4"/>
    <w:rsid w:val="002F03DE"/>
    <w:rsid w:val="002F42B2"/>
    <w:rsid w:val="003068C8"/>
    <w:rsid w:val="00311679"/>
    <w:rsid w:val="00323FBC"/>
    <w:rsid w:val="00327E59"/>
    <w:rsid w:val="00332AD0"/>
    <w:rsid w:val="00336085"/>
    <w:rsid w:val="0033629B"/>
    <w:rsid w:val="00343779"/>
    <w:rsid w:val="00353D1E"/>
    <w:rsid w:val="00353E5C"/>
    <w:rsid w:val="0036536D"/>
    <w:rsid w:val="00371751"/>
    <w:rsid w:val="00374C1F"/>
    <w:rsid w:val="00383743"/>
    <w:rsid w:val="00386B9F"/>
    <w:rsid w:val="00391E3C"/>
    <w:rsid w:val="003A0D10"/>
    <w:rsid w:val="003A6704"/>
    <w:rsid w:val="003B61BD"/>
    <w:rsid w:val="003B7479"/>
    <w:rsid w:val="003B7C6D"/>
    <w:rsid w:val="003D0648"/>
    <w:rsid w:val="003D0BFD"/>
    <w:rsid w:val="003D17E7"/>
    <w:rsid w:val="003E24A2"/>
    <w:rsid w:val="003F45C5"/>
    <w:rsid w:val="00406BA4"/>
    <w:rsid w:val="004129FA"/>
    <w:rsid w:val="00412DD9"/>
    <w:rsid w:val="004143E6"/>
    <w:rsid w:val="00426E35"/>
    <w:rsid w:val="00433E08"/>
    <w:rsid w:val="00442DB5"/>
    <w:rsid w:val="004528C8"/>
    <w:rsid w:val="0045347F"/>
    <w:rsid w:val="004535AC"/>
    <w:rsid w:val="0045382C"/>
    <w:rsid w:val="00453A3E"/>
    <w:rsid w:val="00454468"/>
    <w:rsid w:val="004679BA"/>
    <w:rsid w:val="00477D22"/>
    <w:rsid w:val="00490379"/>
    <w:rsid w:val="00493A97"/>
    <w:rsid w:val="00495696"/>
    <w:rsid w:val="004A08C4"/>
    <w:rsid w:val="004A322F"/>
    <w:rsid w:val="004B00DD"/>
    <w:rsid w:val="004B785B"/>
    <w:rsid w:val="004B7E79"/>
    <w:rsid w:val="004C1712"/>
    <w:rsid w:val="004C4410"/>
    <w:rsid w:val="004C64EF"/>
    <w:rsid w:val="004D6E19"/>
    <w:rsid w:val="004D7DB4"/>
    <w:rsid w:val="004E2CC6"/>
    <w:rsid w:val="0050179C"/>
    <w:rsid w:val="005055F8"/>
    <w:rsid w:val="00506C33"/>
    <w:rsid w:val="005154D4"/>
    <w:rsid w:val="00515809"/>
    <w:rsid w:val="00517AB5"/>
    <w:rsid w:val="0052113E"/>
    <w:rsid w:val="00523520"/>
    <w:rsid w:val="00525796"/>
    <w:rsid w:val="00525814"/>
    <w:rsid w:val="00526615"/>
    <w:rsid w:val="00536784"/>
    <w:rsid w:val="0054040B"/>
    <w:rsid w:val="005437B1"/>
    <w:rsid w:val="005659FD"/>
    <w:rsid w:val="0057217F"/>
    <w:rsid w:val="0058736C"/>
    <w:rsid w:val="00587A05"/>
    <w:rsid w:val="0059489C"/>
    <w:rsid w:val="00596EF9"/>
    <w:rsid w:val="005A0560"/>
    <w:rsid w:val="005B76EF"/>
    <w:rsid w:val="005D5895"/>
    <w:rsid w:val="005D5AF8"/>
    <w:rsid w:val="005E5987"/>
    <w:rsid w:val="005F258F"/>
    <w:rsid w:val="00600E8C"/>
    <w:rsid w:val="00612E41"/>
    <w:rsid w:val="00613455"/>
    <w:rsid w:val="00620253"/>
    <w:rsid w:val="00630EC2"/>
    <w:rsid w:val="00632D97"/>
    <w:rsid w:val="00642027"/>
    <w:rsid w:val="006506DF"/>
    <w:rsid w:val="0067276B"/>
    <w:rsid w:val="00673F9D"/>
    <w:rsid w:val="0067714E"/>
    <w:rsid w:val="00677F92"/>
    <w:rsid w:val="00681FC4"/>
    <w:rsid w:val="00686C21"/>
    <w:rsid w:val="00687FEE"/>
    <w:rsid w:val="00696D09"/>
    <w:rsid w:val="006A15A3"/>
    <w:rsid w:val="006A16A3"/>
    <w:rsid w:val="006B1940"/>
    <w:rsid w:val="006B32F2"/>
    <w:rsid w:val="006C1F41"/>
    <w:rsid w:val="006C5BEB"/>
    <w:rsid w:val="006D3A17"/>
    <w:rsid w:val="006D3ADF"/>
    <w:rsid w:val="006D6B94"/>
    <w:rsid w:val="006D7EDB"/>
    <w:rsid w:val="006E08B7"/>
    <w:rsid w:val="006E1493"/>
    <w:rsid w:val="006E2803"/>
    <w:rsid w:val="006E29CF"/>
    <w:rsid w:val="006E7376"/>
    <w:rsid w:val="006E7D0F"/>
    <w:rsid w:val="006F7B64"/>
    <w:rsid w:val="007243A5"/>
    <w:rsid w:val="007331DC"/>
    <w:rsid w:val="00747752"/>
    <w:rsid w:val="007500C9"/>
    <w:rsid w:val="00760DA4"/>
    <w:rsid w:val="00761475"/>
    <w:rsid w:val="00762256"/>
    <w:rsid w:val="00765672"/>
    <w:rsid w:val="00766745"/>
    <w:rsid w:val="0077021D"/>
    <w:rsid w:val="00784EC8"/>
    <w:rsid w:val="007956E4"/>
    <w:rsid w:val="00795DF8"/>
    <w:rsid w:val="0079783B"/>
    <w:rsid w:val="007A45C3"/>
    <w:rsid w:val="007A6681"/>
    <w:rsid w:val="007B49F1"/>
    <w:rsid w:val="007B6B23"/>
    <w:rsid w:val="007C06AB"/>
    <w:rsid w:val="007C4D58"/>
    <w:rsid w:val="007D2EB3"/>
    <w:rsid w:val="007E2556"/>
    <w:rsid w:val="007E2DDA"/>
    <w:rsid w:val="007E6C18"/>
    <w:rsid w:val="007F0245"/>
    <w:rsid w:val="007F5825"/>
    <w:rsid w:val="00801209"/>
    <w:rsid w:val="00802035"/>
    <w:rsid w:val="0080324E"/>
    <w:rsid w:val="00805703"/>
    <w:rsid w:val="00810941"/>
    <w:rsid w:val="00811AA8"/>
    <w:rsid w:val="008231D6"/>
    <w:rsid w:val="008301DE"/>
    <w:rsid w:val="008322EE"/>
    <w:rsid w:val="008326C6"/>
    <w:rsid w:val="00840D46"/>
    <w:rsid w:val="008417C9"/>
    <w:rsid w:val="008422C5"/>
    <w:rsid w:val="00843862"/>
    <w:rsid w:val="00845585"/>
    <w:rsid w:val="00845995"/>
    <w:rsid w:val="00856E98"/>
    <w:rsid w:val="008576DF"/>
    <w:rsid w:val="00857C63"/>
    <w:rsid w:val="008630F3"/>
    <w:rsid w:val="00866C33"/>
    <w:rsid w:val="00874B6F"/>
    <w:rsid w:val="00875159"/>
    <w:rsid w:val="00891D53"/>
    <w:rsid w:val="008A3B3E"/>
    <w:rsid w:val="008A5D59"/>
    <w:rsid w:val="008A6F37"/>
    <w:rsid w:val="008B1711"/>
    <w:rsid w:val="008B43DC"/>
    <w:rsid w:val="008C43D1"/>
    <w:rsid w:val="008D04F3"/>
    <w:rsid w:val="008E03AF"/>
    <w:rsid w:val="008E2417"/>
    <w:rsid w:val="008E601E"/>
    <w:rsid w:val="008F05FC"/>
    <w:rsid w:val="009064AE"/>
    <w:rsid w:val="00907F7B"/>
    <w:rsid w:val="00932C11"/>
    <w:rsid w:val="009429FF"/>
    <w:rsid w:val="00945B7A"/>
    <w:rsid w:val="00950A81"/>
    <w:rsid w:val="00952893"/>
    <w:rsid w:val="009571AB"/>
    <w:rsid w:val="00960662"/>
    <w:rsid w:val="00973DBF"/>
    <w:rsid w:val="00990D32"/>
    <w:rsid w:val="00995D37"/>
    <w:rsid w:val="009A603A"/>
    <w:rsid w:val="009A686E"/>
    <w:rsid w:val="009A77BB"/>
    <w:rsid w:val="009B2222"/>
    <w:rsid w:val="009C4E7A"/>
    <w:rsid w:val="009E6DB7"/>
    <w:rsid w:val="009F356E"/>
    <w:rsid w:val="00A14B4A"/>
    <w:rsid w:val="00A150F7"/>
    <w:rsid w:val="00A22E39"/>
    <w:rsid w:val="00A25ABE"/>
    <w:rsid w:val="00A34677"/>
    <w:rsid w:val="00A52729"/>
    <w:rsid w:val="00A556D5"/>
    <w:rsid w:val="00A65D5D"/>
    <w:rsid w:val="00A748DA"/>
    <w:rsid w:val="00A829DE"/>
    <w:rsid w:val="00A8376C"/>
    <w:rsid w:val="00A8505D"/>
    <w:rsid w:val="00A9040D"/>
    <w:rsid w:val="00A91A62"/>
    <w:rsid w:val="00A96390"/>
    <w:rsid w:val="00A971F3"/>
    <w:rsid w:val="00AA2BC8"/>
    <w:rsid w:val="00AA3E8F"/>
    <w:rsid w:val="00AB4D55"/>
    <w:rsid w:val="00AB5208"/>
    <w:rsid w:val="00AB5767"/>
    <w:rsid w:val="00AD1ACA"/>
    <w:rsid w:val="00AE0145"/>
    <w:rsid w:val="00AE18F4"/>
    <w:rsid w:val="00AE5562"/>
    <w:rsid w:val="00AF212D"/>
    <w:rsid w:val="00AF73D0"/>
    <w:rsid w:val="00B0451C"/>
    <w:rsid w:val="00B07EC1"/>
    <w:rsid w:val="00B11DC7"/>
    <w:rsid w:val="00B357D4"/>
    <w:rsid w:val="00B35D72"/>
    <w:rsid w:val="00B4567F"/>
    <w:rsid w:val="00B46D87"/>
    <w:rsid w:val="00B5639B"/>
    <w:rsid w:val="00B56EC6"/>
    <w:rsid w:val="00B62F5E"/>
    <w:rsid w:val="00B70C09"/>
    <w:rsid w:val="00B70F2F"/>
    <w:rsid w:val="00B774E9"/>
    <w:rsid w:val="00B87646"/>
    <w:rsid w:val="00B90F0A"/>
    <w:rsid w:val="00B962F4"/>
    <w:rsid w:val="00BA0DAC"/>
    <w:rsid w:val="00BB3109"/>
    <w:rsid w:val="00BB7C58"/>
    <w:rsid w:val="00BC1DF1"/>
    <w:rsid w:val="00BC204C"/>
    <w:rsid w:val="00BC7695"/>
    <w:rsid w:val="00BE62F3"/>
    <w:rsid w:val="00BF102B"/>
    <w:rsid w:val="00BF52B9"/>
    <w:rsid w:val="00BF74C0"/>
    <w:rsid w:val="00C11C85"/>
    <w:rsid w:val="00C14A47"/>
    <w:rsid w:val="00C15CA1"/>
    <w:rsid w:val="00C1797B"/>
    <w:rsid w:val="00C20BF7"/>
    <w:rsid w:val="00C23481"/>
    <w:rsid w:val="00C24CE8"/>
    <w:rsid w:val="00C33B5C"/>
    <w:rsid w:val="00C35169"/>
    <w:rsid w:val="00C541D9"/>
    <w:rsid w:val="00C6168D"/>
    <w:rsid w:val="00C67015"/>
    <w:rsid w:val="00C67510"/>
    <w:rsid w:val="00C70174"/>
    <w:rsid w:val="00C719F6"/>
    <w:rsid w:val="00C72225"/>
    <w:rsid w:val="00C7265D"/>
    <w:rsid w:val="00C73DD7"/>
    <w:rsid w:val="00C75C68"/>
    <w:rsid w:val="00C92B94"/>
    <w:rsid w:val="00C96B08"/>
    <w:rsid w:val="00CA281B"/>
    <w:rsid w:val="00CA698A"/>
    <w:rsid w:val="00CA742A"/>
    <w:rsid w:val="00CB38D8"/>
    <w:rsid w:val="00CB4F7D"/>
    <w:rsid w:val="00CC4BCE"/>
    <w:rsid w:val="00CC58E3"/>
    <w:rsid w:val="00CD27DF"/>
    <w:rsid w:val="00CD285C"/>
    <w:rsid w:val="00CD67DA"/>
    <w:rsid w:val="00CD6A3B"/>
    <w:rsid w:val="00CD6F41"/>
    <w:rsid w:val="00CE0E2E"/>
    <w:rsid w:val="00CE77BC"/>
    <w:rsid w:val="00CF4444"/>
    <w:rsid w:val="00CF475B"/>
    <w:rsid w:val="00D079FA"/>
    <w:rsid w:val="00D140E4"/>
    <w:rsid w:val="00D209DD"/>
    <w:rsid w:val="00D270C5"/>
    <w:rsid w:val="00D32880"/>
    <w:rsid w:val="00D5646E"/>
    <w:rsid w:val="00D6489C"/>
    <w:rsid w:val="00D80408"/>
    <w:rsid w:val="00D81701"/>
    <w:rsid w:val="00D86501"/>
    <w:rsid w:val="00D869EA"/>
    <w:rsid w:val="00D965F2"/>
    <w:rsid w:val="00DB04F8"/>
    <w:rsid w:val="00DB074D"/>
    <w:rsid w:val="00DB5A73"/>
    <w:rsid w:val="00DC0A17"/>
    <w:rsid w:val="00DC1D18"/>
    <w:rsid w:val="00DD0209"/>
    <w:rsid w:val="00DD7C16"/>
    <w:rsid w:val="00DF2B9C"/>
    <w:rsid w:val="00DF2EB3"/>
    <w:rsid w:val="00DF37D0"/>
    <w:rsid w:val="00E01D49"/>
    <w:rsid w:val="00E04B00"/>
    <w:rsid w:val="00E059EB"/>
    <w:rsid w:val="00E11A35"/>
    <w:rsid w:val="00E252B3"/>
    <w:rsid w:val="00E25C49"/>
    <w:rsid w:val="00E5428D"/>
    <w:rsid w:val="00E5535B"/>
    <w:rsid w:val="00E5561E"/>
    <w:rsid w:val="00E56567"/>
    <w:rsid w:val="00E57E9D"/>
    <w:rsid w:val="00E615F6"/>
    <w:rsid w:val="00E61BD1"/>
    <w:rsid w:val="00E6556B"/>
    <w:rsid w:val="00E65767"/>
    <w:rsid w:val="00E66E65"/>
    <w:rsid w:val="00E72D93"/>
    <w:rsid w:val="00E81E23"/>
    <w:rsid w:val="00E92CCF"/>
    <w:rsid w:val="00E92FF7"/>
    <w:rsid w:val="00E94989"/>
    <w:rsid w:val="00E97BEC"/>
    <w:rsid w:val="00EA1E8E"/>
    <w:rsid w:val="00EA3475"/>
    <w:rsid w:val="00EB6671"/>
    <w:rsid w:val="00ED099C"/>
    <w:rsid w:val="00ED3BA7"/>
    <w:rsid w:val="00ED51EF"/>
    <w:rsid w:val="00ED6BDB"/>
    <w:rsid w:val="00ED72B8"/>
    <w:rsid w:val="00EE0183"/>
    <w:rsid w:val="00EF6A72"/>
    <w:rsid w:val="00F032C3"/>
    <w:rsid w:val="00F10476"/>
    <w:rsid w:val="00F12DD3"/>
    <w:rsid w:val="00F14960"/>
    <w:rsid w:val="00F17619"/>
    <w:rsid w:val="00F1798C"/>
    <w:rsid w:val="00F2160D"/>
    <w:rsid w:val="00F275C5"/>
    <w:rsid w:val="00F36C46"/>
    <w:rsid w:val="00F378D9"/>
    <w:rsid w:val="00F56601"/>
    <w:rsid w:val="00F6189E"/>
    <w:rsid w:val="00F622B7"/>
    <w:rsid w:val="00F71AA0"/>
    <w:rsid w:val="00F7251C"/>
    <w:rsid w:val="00F72A03"/>
    <w:rsid w:val="00F76762"/>
    <w:rsid w:val="00F801E5"/>
    <w:rsid w:val="00F94114"/>
    <w:rsid w:val="00FA4E4C"/>
    <w:rsid w:val="00FA6425"/>
    <w:rsid w:val="00FB34EA"/>
    <w:rsid w:val="00FC16C5"/>
    <w:rsid w:val="00FD54E8"/>
    <w:rsid w:val="00FE24BC"/>
    <w:rsid w:val="00FE502B"/>
    <w:rsid w:val="00FE6832"/>
    <w:rsid w:val="00FE690C"/>
    <w:rsid w:val="00FE6C00"/>
    <w:rsid w:val="00FF1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f9,#ff9,black,#f60"/>
    </o:shapedefaults>
    <o:shapelayout v:ext="edit">
      <o:idmap v:ext="edit" data="1"/>
    </o:shapelayout>
  </w:shapeDefaults>
  <w:decimalSymbol w:val="."/>
  <w:listSeparator w:val=","/>
  <w15:docId w15:val="{8BE1EAE4-11E2-4776-9324-7E11203ED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next w:val="BodyText"/>
    <w:qFormat/>
    <w:rsid w:val="00613455"/>
    <w:pPr>
      <w:spacing w:after="120" w:line="240" w:lineRule="atLeast"/>
    </w:pPr>
    <w:rPr>
      <w:rFonts w:ascii="Arial" w:hAnsi="Arial"/>
      <w:szCs w:val="24"/>
    </w:rPr>
  </w:style>
  <w:style w:type="paragraph" w:styleId="Heading1">
    <w:name w:val="heading 1"/>
    <w:basedOn w:val="Normal"/>
    <w:next w:val="Normal"/>
    <w:rsid w:val="00613455"/>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613455"/>
    <w:pPr>
      <w:spacing w:before="120"/>
    </w:pPr>
  </w:style>
  <w:style w:type="character" w:customStyle="1" w:styleId="BodyTextChar">
    <w:name w:val="Body Text Char"/>
    <w:basedOn w:val="DefaultParagraphFont"/>
    <w:link w:val="BodyText"/>
    <w:rsid w:val="00613455"/>
    <w:rPr>
      <w:rFonts w:ascii="Arial" w:hAnsi="Arial"/>
      <w:szCs w:val="24"/>
    </w:rPr>
  </w:style>
  <w:style w:type="paragraph" w:customStyle="1" w:styleId="TableHeadings">
    <w:name w:val="Table Headings"/>
    <w:basedOn w:val="Normal"/>
    <w:autoRedefine/>
    <w:qFormat/>
    <w:rsid w:val="00613455"/>
    <w:pPr>
      <w:tabs>
        <w:tab w:val="left" w:pos="360"/>
        <w:tab w:val="left" w:pos="720"/>
      </w:tabs>
      <w:spacing w:before="120"/>
    </w:pPr>
    <w:rPr>
      <w:b/>
      <w:color w:val="FFFFFF"/>
      <w:szCs w:val="20"/>
    </w:rPr>
  </w:style>
  <w:style w:type="paragraph" w:customStyle="1" w:styleId="Tabletext-white">
    <w:name w:val="Table text - white"/>
    <w:basedOn w:val="TableText"/>
    <w:rsid w:val="00613455"/>
    <w:rPr>
      <w:color w:val="FFFFFF"/>
    </w:rPr>
  </w:style>
  <w:style w:type="paragraph" w:customStyle="1" w:styleId="TableText">
    <w:name w:val="Table Text"/>
    <w:basedOn w:val="Normal"/>
    <w:autoRedefine/>
    <w:qFormat/>
    <w:rsid w:val="00613455"/>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613455"/>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613455"/>
    <w:pPr>
      <w:numPr>
        <w:numId w:val="7"/>
      </w:numPr>
      <w:spacing w:before="240" w:after="0"/>
    </w:pPr>
  </w:style>
  <w:style w:type="paragraph" w:customStyle="1" w:styleId="ResourceNo">
    <w:name w:val="ResourceNo"/>
    <w:basedOn w:val="Normal"/>
    <w:next w:val="ResourceTitle"/>
    <w:link w:val="ResourceNoChar"/>
    <w:autoRedefine/>
    <w:rsid w:val="00613455"/>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613455"/>
    <w:rPr>
      <w:rFonts w:ascii="Arial" w:hAnsi="Arial" w:cs="AvenirLT-Heavy"/>
      <w:b/>
      <w:color w:val="27448B"/>
      <w:szCs w:val="44"/>
    </w:rPr>
  </w:style>
  <w:style w:type="paragraph" w:customStyle="1" w:styleId="Tabletextcolumnheadings">
    <w:name w:val="Table text column headings"/>
    <w:basedOn w:val="Normal"/>
    <w:rsid w:val="00CB38D8"/>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613455"/>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613455"/>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613455"/>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613455"/>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rsid w:val="00613455"/>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613455"/>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613455"/>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613455"/>
    <w:rPr>
      <w:rFonts w:ascii="Tahoma" w:hAnsi="Tahoma" w:cs="Tahoma"/>
      <w:sz w:val="16"/>
      <w:szCs w:val="16"/>
    </w:rPr>
  </w:style>
  <w:style w:type="character" w:styleId="Hyperlink">
    <w:name w:val="Hyperlink"/>
    <w:basedOn w:val="DefaultParagraphFont"/>
    <w:rsid w:val="00613455"/>
    <w:rPr>
      <w:rFonts w:cs="Times New Roman"/>
      <w:color w:val="0000FF"/>
      <w:u w:val="single"/>
    </w:rPr>
  </w:style>
  <w:style w:type="paragraph" w:customStyle="1" w:styleId="CourseName">
    <w:name w:val="Course Name"/>
    <w:basedOn w:val="Normal"/>
    <w:next w:val="LessonNo"/>
    <w:autoRedefine/>
    <w:rsid w:val="00613455"/>
    <w:pPr>
      <w:spacing w:line="240" w:lineRule="auto"/>
      <w:jc w:val="center"/>
    </w:pPr>
    <w:rPr>
      <w:rFonts w:cs="Arial"/>
      <w:color w:val="000080"/>
      <w:sz w:val="36"/>
      <w:szCs w:val="36"/>
    </w:rPr>
  </w:style>
  <w:style w:type="paragraph" w:styleId="CommentText">
    <w:name w:val="annotation text"/>
    <w:basedOn w:val="Normal"/>
    <w:link w:val="CommentTextChar"/>
    <w:semiHidden/>
    <w:rsid w:val="00613455"/>
    <w:pPr>
      <w:ind w:left="576" w:hanging="576"/>
    </w:pPr>
  </w:style>
  <w:style w:type="paragraph" w:customStyle="1" w:styleId="Resources">
    <w:name w:val="Resources"/>
    <w:basedOn w:val="Normal"/>
    <w:autoRedefine/>
    <w:rsid w:val="00613455"/>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613455"/>
    <w:pPr>
      <w:tabs>
        <w:tab w:val="center" w:pos="4320"/>
        <w:tab w:val="right" w:pos="8640"/>
      </w:tabs>
    </w:pPr>
  </w:style>
  <w:style w:type="paragraph" w:styleId="Footer">
    <w:name w:val="footer"/>
    <w:basedOn w:val="Normal"/>
    <w:rsid w:val="00613455"/>
    <w:pPr>
      <w:tabs>
        <w:tab w:val="center" w:pos="4320"/>
        <w:tab w:val="right" w:pos="8640"/>
      </w:tabs>
    </w:pPr>
    <w:rPr>
      <w:sz w:val="16"/>
    </w:rPr>
  </w:style>
  <w:style w:type="paragraph" w:customStyle="1" w:styleId="Headers">
    <w:name w:val="Headers"/>
    <w:basedOn w:val="Normal"/>
    <w:autoRedefine/>
    <w:rsid w:val="00613455"/>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613455"/>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613455"/>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613455"/>
    <w:pPr>
      <w:numPr>
        <w:numId w:val="0"/>
      </w:numPr>
      <w:spacing w:before="120" w:after="120"/>
      <w:ind w:left="648"/>
    </w:pPr>
  </w:style>
  <w:style w:type="paragraph" w:customStyle="1" w:styleId="H2">
    <w:name w:val="H2"/>
    <w:basedOn w:val="Normal"/>
    <w:next w:val="Normal"/>
    <w:autoRedefine/>
    <w:qFormat/>
    <w:rsid w:val="00613455"/>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613455"/>
    <w:pPr>
      <w:spacing w:before="120"/>
    </w:pPr>
    <w:rPr>
      <w:b w:val="0"/>
      <w:sz w:val="24"/>
    </w:rPr>
  </w:style>
  <w:style w:type="paragraph" w:customStyle="1" w:styleId="code">
    <w:name w:val="code"/>
    <w:basedOn w:val="BodyText"/>
    <w:autoRedefine/>
    <w:rsid w:val="00613455"/>
    <w:pPr>
      <w:spacing w:after="0"/>
      <w:ind w:left="274"/>
    </w:pPr>
    <w:rPr>
      <w:rFonts w:ascii="Courier" w:hAnsi="Courier"/>
    </w:rPr>
  </w:style>
  <w:style w:type="paragraph" w:customStyle="1" w:styleId="codeindent1">
    <w:name w:val="code indent 1"/>
    <w:basedOn w:val="code"/>
    <w:rsid w:val="00613455"/>
    <w:pPr>
      <w:ind w:left="720"/>
    </w:pPr>
  </w:style>
  <w:style w:type="paragraph" w:customStyle="1" w:styleId="codeindent2">
    <w:name w:val="code indent 2"/>
    <w:basedOn w:val="code"/>
    <w:rsid w:val="00613455"/>
    <w:pPr>
      <w:ind w:left="1440"/>
    </w:pPr>
  </w:style>
  <w:style w:type="character" w:customStyle="1" w:styleId="codechar">
    <w:name w:val="code char"/>
    <w:basedOn w:val="DefaultParagraphFont"/>
    <w:rsid w:val="00613455"/>
    <w:rPr>
      <w:rFonts w:ascii="Courier" w:hAnsi="Courier"/>
      <w:sz w:val="20"/>
    </w:rPr>
  </w:style>
  <w:style w:type="paragraph" w:customStyle="1" w:styleId="Style1">
    <w:name w:val="Style1"/>
    <w:basedOn w:val="TableHeadings"/>
    <w:rsid w:val="00613455"/>
    <w:pPr>
      <w:spacing w:line="240" w:lineRule="auto"/>
    </w:pPr>
    <w:rPr>
      <w:color w:val="000000"/>
    </w:rPr>
  </w:style>
  <w:style w:type="paragraph" w:customStyle="1" w:styleId="TableHeadingsBlack">
    <w:name w:val="Table Headings Black"/>
    <w:basedOn w:val="TableHeadings"/>
    <w:qFormat/>
    <w:rsid w:val="00613455"/>
    <w:pPr>
      <w:spacing w:line="240" w:lineRule="auto"/>
    </w:pPr>
    <w:rPr>
      <w:color w:val="000000"/>
    </w:rPr>
  </w:style>
  <w:style w:type="paragraph" w:customStyle="1" w:styleId="CrieriaTablelist">
    <w:name w:val="Crieria Table list"/>
    <w:basedOn w:val="BodyText"/>
    <w:autoRedefine/>
    <w:rsid w:val="00613455"/>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613455"/>
    <w:rPr>
      <w:sz w:val="24"/>
      <w:szCs w:val="24"/>
    </w:rPr>
  </w:style>
  <w:style w:type="table" w:customStyle="1" w:styleId="LightShading-Accent11">
    <w:name w:val="Light Shading - Accent 11"/>
    <w:aliases w:val="Student / Teacher Resource Table"/>
    <w:basedOn w:val="TableNormal"/>
    <w:uiPriority w:val="60"/>
    <w:rsid w:val="00613455"/>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BED" w:themeFill="accent1" w:themeFillTint="3F"/>
      </w:tcPr>
    </w:tblStylePr>
    <w:tblStylePr w:type="band1Horz">
      <w:tblPr/>
      <w:tcPr>
        <w:shd w:val="clear" w:color="auto" w:fill="CADCEE" w:themeFill="accent2"/>
      </w:tcPr>
    </w:tblStylePr>
    <w:tblStylePr w:type="band2Horz">
      <w:tblPr/>
      <w:tcPr>
        <w:shd w:val="clear" w:color="auto" w:fill="FFFFFF" w:themeFill="background1"/>
      </w:tcPr>
    </w:tblStylePr>
  </w:style>
  <w:style w:type="paragraph" w:customStyle="1" w:styleId="BL-sub">
    <w:name w:val="BL-sub"/>
    <w:basedOn w:val="BL"/>
    <w:qFormat/>
    <w:rsid w:val="00613455"/>
    <w:pPr>
      <w:numPr>
        <w:ilvl w:val="1"/>
      </w:numPr>
      <w:tabs>
        <w:tab w:val="clear" w:pos="1800"/>
        <w:tab w:val="left" w:pos="990"/>
      </w:tabs>
      <w:ind w:left="994"/>
    </w:pPr>
  </w:style>
  <w:style w:type="character" w:styleId="CommentReference">
    <w:name w:val="annotation reference"/>
    <w:basedOn w:val="DefaultParagraphFont"/>
    <w:rsid w:val="00613455"/>
    <w:rPr>
      <w:sz w:val="16"/>
      <w:szCs w:val="16"/>
    </w:rPr>
  </w:style>
  <w:style w:type="paragraph" w:styleId="CommentSubject">
    <w:name w:val="annotation subject"/>
    <w:basedOn w:val="CommentText"/>
    <w:next w:val="CommentText"/>
    <w:link w:val="CommentSubjectChar"/>
    <w:rsid w:val="00613455"/>
    <w:pPr>
      <w:spacing w:line="240" w:lineRule="auto"/>
      <w:ind w:left="0" w:firstLine="0"/>
    </w:pPr>
    <w:rPr>
      <w:b/>
      <w:bCs/>
    </w:rPr>
  </w:style>
  <w:style w:type="character" w:customStyle="1" w:styleId="CommentTextChar">
    <w:name w:val="Comment Text Char"/>
    <w:basedOn w:val="DefaultParagraphFont"/>
    <w:link w:val="CommentText"/>
    <w:semiHidden/>
    <w:rsid w:val="00613455"/>
    <w:rPr>
      <w:rFonts w:ascii="Arial" w:hAnsi="Arial"/>
      <w:szCs w:val="24"/>
    </w:rPr>
  </w:style>
  <w:style w:type="character" w:customStyle="1" w:styleId="CommentSubjectChar">
    <w:name w:val="Comment Subject Char"/>
    <w:basedOn w:val="CommentTextChar"/>
    <w:link w:val="CommentSubject"/>
    <w:rsid w:val="00613455"/>
    <w:rPr>
      <w:rFonts w:ascii="Arial" w:hAnsi="Arial"/>
      <w:b/>
      <w:bCs/>
      <w:szCs w:val="24"/>
    </w:rPr>
  </w:style>
  <w:style w:type="character" w:styleId="PlaceholderText">
    <w:name w:val="Placeholder Text"/>
    <w:basedOn w:val="DefaultParagraphFont"/>
    <w:semiHidden/>
    <w:rsid w:val="007E6C18"/>
    <w:rPr>
      <w:rFonts w:cs="Times New Roman"/>
      <w:color w:val="808080"/>
    </w:rPr>
  </w:style>
  <w:style w:type="character" w:customStyle="1" w:styleId="apple-converted-space">
    <w:name w:val="apple-converted-space"/>
    <w:basedOn w:val="DefaultParagraphFont"/>
    <w:rsid w:val="00C35169"/>
  </w:style>
  <w:style w:type="character" w:styleId="Strong">
    <w:name w:val="Strong"/>
    <w:basedOn w:val="DefaultParagraphFont"/>
    <w:uiPriority w:val="22"/>
    <w:qFormat/>
    <w:rsid w:val="00801209"/>
    <w:rPr>
      <w:b/>
      <w:bCs/>
    </w:rPr>
  </w:style>
  <w:style w:type="paragraph" w:customStyle="1" w:styleId="TableBL">
    <w:name w:val="Table BL"/>
    <w:basedOn w:val="BL"/>
    <w:autoRedefine/>
    <w:qFormat/>
    <w:rsid w:val="00613455"/>
    <w:pPr>
      <w:spacing w:before="0" w:after="8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55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Student%20Resource%20Template_102212.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Template>
  <TotalTime>620</TotalTime>
  <Pages>2</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3287</CharactersWithSpaces>
  <SharedDoc>false</SharedDoc>
  <HLinks>
    <vt:vector size="12" baseType="variant">
      <vt:variant>
        <vt:i4>2818087</vt:i4>
      </vt:variant>
      <vt:variant>
        <vt:i4>5</vt:i4>
      </vt:variant>
      <vt:variant>
        <vt:i4>0</vt:i4>
      </vt:variant>
      <vt:variant>
        <vt:i4>5</vt:i4>
      </vt:variant>
      <vt:variant>
        <vt:lpwstr>http://www.wsjclassroomedition.com/archive/02nov/ECON3.htm</vt:lpwstr>
      </vt:variant>
      <vt:variant>
        <vt:lpwstr/>
      </vt:variant>
      <vt:variant>
        <vt:i4>5308431</vt:i4>
      </vt:variant>
      <vt:variant>
        <vt:i4>2</vt:i4>
      </vt:variant>
      <vt:variant>
        <vt:i4>0</vt:i4>
      </vt:variant>
      <vt:variant>
        <vt:i4>5</vt:i4>
      </vt:variant>
      <vt:variant>
        <vt:lpwstr>http://www.fdic.gov/about/learn/learning/when/1930s.html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2</cp:revision>
  <cp:lastPrinted>2007-08-02T23:15:00Z</cp:lastPrinted>
  <dcterms:created xsi:type="dcterms:W3CDTF">2015-02-07T02:45:00Z</dcterms:created>
  <dcterms:modified xsi:type="dcterms:W3CDTF">2016-05-16T16:02:00Z</dcterms:modified>
</cp:coreProperties>
</file>